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A62" w:rsidRDefault="00025517" w:rsidP="00025517">
      <w:pPr>
        <w:jc w:val="center"/>
      </w:pPr>
      <w:r>
        <w:rPr>
          <w:noProof/>
        </w:rPr>
        <w:drawing>
          <wp:inline distT="0" distB="0" distL="0" distR="0" wp14:anchorId="1BFE566C" wp14:editId="07461BB2">
            <wp:extent cx="5731292" cy="3228316"/>
            <wp:effectExtent l="0" t="0" r="317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438" cy="32633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5517" w:rsidRDefault="00025517" w:rsidP="00025517"/>
    <w:p w:rsidR="00025517" w:rsidRDefault="00025517" w:rsidP="00025517"/>
    <w:p w:rsidR="00025517" w:rsidRDefault="00025517" w:rsidP="00025517">
      <w:pPr>
        <w:jc w:val="center"/>
        <w:rPr>
          <w:rFonts w:ascii="Arial Black" w:hAnsi="Arial Black"/>
          <w:b/>
          <w:sz w:val="144"/>
          <w:szCs w:val="144"/>
        </w:rPr>
      </w:pPr>
      <w:r w:rsidRPr="00025517">
        <w:rPr>
          <w:rFonts w:ascii="Arial Black" w:hAnsi="Arial Black"/>
          <w:b/>
          <w:sz w:val="144"/>
          <w:szCs w:val="144"/>
        </w:rPr>
        <w:t xml:space="preserve">IL </w:t>
      </w:r>
      <w:bookmarkStart w:id="0" w:name="_GoBack"/>
      <w:bookmarkEnd w:id="0"/>
      <w:r w:rsidRPr="00025517">
        <w:rPr>
          <w:rFonts w:ascii="Arial Black" w:hAnsi="Arial Black"/>
          <w:b/>
          <w:sz w:val="144"/>
          <w:szCs w:val="144"/>
        </w:rPr>
        <w:t>RECUPERO DAL BLOCCO BUONISTA</w:t>
      </w:r>
    </w:p>
    <w:p w:rsidR="00025517" w:rsidRPr="00025517" w:rsidRDefault="00025517" w:rsidP="00025517">
      <w:pPr>
        <w:jc w:val="right"/>
        <w:rPr>
          <w:rFonts w:ascii="Arial Black" w:hAnsi="Arial Black"/>
          <w:b/>
          <w:sz w:val="40"/>
          <w:szCs w:val="40"/>
        </w:rPr>
      </w:pPr>
      <w:r>
        <w:rPr>
          <w:rFonts w:ascii="Arial Black" w:hAnsi="Arial Black"/>
          <w:b/>
          <w:sz w:val="40"/>
          <w:szCs w:val="40"/>
        </w:rPr>
        <w:t>MC</w:t>
      </w:r>
    </w:p>
    <w:sectPr w:rsidR="00025517" w:rsidRPr="00025517" w:rsidSect="00025517">
      <w:footerReference w:type="default" r:id="rId8"/>
      <w:type w:val="nextColumn"/>
      <w:pgSz w:w="11907" w:h="16840" w:code="9"/>
      <w:pgMar w:top="1418" w:right="567" w:bottom="567" w:left="567" w:header="567" w:footer="567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AD6" w:rsidRDefault="00390AD6" w:rsidP="00CD1748">
      <w:r>
        <w:separator/>
      </w:r>
    </w:p>
  </w:endnote>
  <w:endnote w:type="continuationSeparator" w:id="0">
    <w:p w:rsidR="00390AD6" w:rsidRDefault="00390AD6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0860602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517">
          <w:rPr>
            <w:noProof/>
          </w:rPr>
          <w:t>1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AD6" w:rsidRDefault="00390AD6" w:rsidP="00CD1748">
      <w:r>
        <w:separator/>
      </w:r>
    </w:p>
  </w:footnote>
  <w:footnote w:type="continuationSeparator" w:id="0">
    <w:p w:rsidR="00390AD6" w:rsidRDefault="00390AD6" w:rsidP="00CD1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.35pt;height:12.35pt" o:bullet="t">
        <v:imagedata r:id="rId1" o:title="msoE940"/>
      </v:shape>
    </w:pict>
  </w:numPicBullet>
  <w:abstractNum w:abstractNumId="0" w15:restartNumberingAfterBreak="0">
    <w:nsid w:val="01D85EB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" w15:restartNumberingAfterBreak="0">
    <w:nsid w:val="01F25560"/>
    <w:multiLevelType w:val="hybridMultilevel"/>
    <w:tmpl w:val="01C421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79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D1419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D71229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7B56CD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444235"/>
    <w:multiLevelType w:val="singleLevel"/>
    <w:tmpl w:val="63D41E78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7" w15:restartNumberingAfterBreak="0">
    <w:nsid w:val="13472D7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6097C83"/>
    <w:multiLevelType w:val="hybridMultilevel"/>
    <w:tmpl w:val="03ECC68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B91E274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i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A619CD"/>
    <w:multiLevelType w:val="singleLevel"/>
    <w:tmpl w:val="EB70C83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77A68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7B11C8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E537D25"/>
    <w:multiLevelType w:val="singleLevel"/>
    <w:tmpl w:val="A77A8D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208300D4"/>
    <w:multiLevelType w:val="singleLevel"/>
    <w:tmpl w:val="D402021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6AB2000"/>
    <w:multiLevelType w:val="hybridMultilevel"/>
    <w:tmpl w:val="B1907B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725B4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A6F2612"/>
    <w:multiLevelType w:val="singleLevel"/>
    <w:tmpl w:val="93D2676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0C71046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8" w15:restartNumberingAfterBreak="0">
    <w:nsid w:val="35FC3214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65937EE"/>
    <w:multiLevelType w:val="singleLevel"/>
    <w:tmpl w:val="EB70C83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6E81A84"/>
    <w:multiLevelType w:val="singleLevel"/>
    <w:tmpl w:val="D104222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84C04B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BFE4588"/>
    <w:multiLevelType w:val="singleLevel"/>
    <w:tmpl w:val="513036F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40110DB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4BA447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5" w15:restartNumberingAfterBreak="0">
    <w:nsid w:val="454826F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CAF14D7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7" w15:restartNumberingAfterBreak="0">
    <w:nsid w:val="4DFB60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4F8648D"/>
    <w:multiLevelType w:val="hybridMultilevel"/>
    <w:tmpl w:val="7B587D9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4D153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DCF26A4"/>
    <w:multiLevelType w:val="hybridMultilevel"/>
    <w:tmpl w:val="1F545D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D7AE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2" w15:restartNumberingAfterBreak="0">
    <w:nsid w:val="60FC5E46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3" w15:restartNumberingAfterBreak="0">
    <w:nsid w:val="647108A0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5E37D31"/>
    <w:multiLevelType w:val="hybridMultilevel"/>
    <w:tmpl w:val="BB2058EA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1557D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7526F85"/>
    <w:multiLevelType w:val="singleLevel"/>
    <w:tmpl w:val="0410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D13501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8" w15:restartNumberingAfterBreak="0">
    <w:nsid w:val="6DC03CB5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FC118D3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40" w15:restartNumberingAfterBreak="0">
    <w:nsid w:val="726A0B11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41" w15:restartNumberingAfterBreak="0">
    <w:nsid w:val="76817410"/>
    <w:multiLevelType w:val="singleLevel"/>
    <w:tmpl w:val="C3A087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79BE3D6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B095B67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num w:numId="1">
    <w:abstractNumId w:val="36"/>
  </w:num>
  <w:num w:numId="2">
    <w:abstractNumId w:val="25"/>
  </w:num>
  <w:num w:numId="3">
    <w:abstractNumId w:val="2"/>
  </w:num>
  <w:num w:numId="4">
    <w:abstractNumId w:val="23"/>
  </w:num>
  <w:num w:numId="5">
    <w:abstractNumId w:val="7"/>
  </w:num>
  <w:num w:numId="6">
    <w:abstractNumId w:val="27"/>
  </w:num>
  <w:num w:numId="7">
    <w:abstractNumId w:val="10"/>
  </w:num>
  <w:num w:numId="8">
    <w:abstractNumId w:val="5"/>
  </w:num>
  <w:num w:numId="9">
    <w:abstractNumId w:val="29"/>
  </w:num>
  <w:num w:numId="10">
    <w:abstractNumId w:val="35"/>
  </w:num>
  <w:num w:numId="11">
    <w:abstractNumId w:val="3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6"/>
  </w:num>
  <w:num w:numId="14">
    <w:abstractNumId w:val="21"/>
    <w:lvlOverride w:ilvl="0">
      <w:startOverride w:val="1"/>
    </w:lvlOverride>
  </w:num>
  <w:num w:numId="15">
    <w:abstractNumId w:val="42"/>
    <w:lvlOverride w:ilvl="0">
      <w:startOverride w:val="1"/>
    </w:lvlOverride>
  </w:num>
  <w:num w:numId="16">
    <w:abstractNumId w:val="1"/>
  </w:num>
  <w:num w:numId="17">
    <w:abstractNumId w:val="14"/>
  </w:num>
  <w:num w:numId="18">
    <w:abstractNumId w:val="30"/>
  </w:num>
  <w:num w:numId="19">
    <w:abstractNumId w:val="8"/>
  </w:num>
  <w:num w:numId="20">
    <w:abstractNumId w:val="15"/>
  </w:num>
  <w:num w:numId="21">
    <w:abstractNumId w:val="18"/>
  </w:num>
  <w:num w:numId="22">
    <w:abstractNumId w:val="33"/>
  </w:num>
  <w:num w:numId="23">
    <w:abstractNumId w:val="12"/>
  </w:num>
  <w:num w:numId="24">
    <w:abstractNumId w:val="4"/>
  </w:num>
  <w:num w:numId="25">
    <w:abstractNumId w:val="38"/>
  </w:num>
  <w:num w:numId="26">
    <w:abstractNumId w:val="13"/>
  </w:num>
  <w:num w:numId="27">
    <w:abstractNumId w:val="32"/>
  </w:num>
  <w:num w:numId="28">
    <w:abstractNumId w:val="43"/>
  </w:num>
  <w:num w:numId="29">
    <w:abstractNumId w:val="26"/>
  </w:num>
  <w:num w:numId="30">
    <w:abstractNumId w:val="0"/>
  </w:num>
  <w:num w:numId="31">
    <w:abstractNumId w:val="37"/>
  </w:num>
  <w:num w:numId="32">
    <w:abstractNumId w:val="17"/>
  </w:num>
  <w:num w:numId="33">
    <w:abstractNumId w:val="39"/>
  </w:num>
  <w:num w:numId="34">
    <w:abstractNumId w:val="11"/>
  </w:num>
  <w:num w:numId="35">
    <w:abstractNumId w:val="41"/>
  </w:num>
  <w:num w:numId="36">
    <w:abstractNumId w:val="16"/>
  </w:num>
  <w:num w:numId="37">
    <w:abstractNumId w:val="31"/>
  </w:num>
  <w:num w:numId="38">
    <w:abstractNumId w:val="20"/>
  </w:num>
  <w:num w:numId="39">
    <w:abstractNumId w:val="19"/>
  </w:num>
  <w:num w:numId="40">
    <w:abstractNumId w:val="9"/>
  </w:num>
  <w:num w:numId="41">
    <w:abstractNumId w:val="40"/>
  </w:num>
  <w:num w:numId="42">
    <w:abstractNumId w:val="24"/>
  </w:num>
  <w:num w:numId="43">
    <w:abstractNumId w:val="34"/>
  </w:num>
  <w:num w:numId="44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25517"/>
    <w:rsid w:val="00035A87"/>
    <w:rsid w:val="00037591"/>
    <w:rsid w:val="0004497C"/>
    <w:rsid w:val="00045E57"/>
    <w:rsid w:val="00046546"/>
    <w:rsid w:val="00070740"/>
    <w:rsid w:val="00070E69"/>
    <w:rsid w:val="001022BC"/>
    <w:rsid w:val="00142959"/>
    <w:rsid w:val="00143E1F"/>
    <w:rsid w:val="001C157C"/>
    <w:rsid w:val="001E7FBB"/>
    <w:rsid w:val="002240BE"/>
    <w:rsid w:val="00245C07"/>
    <w:rsid w:val="002B572C"/>
    <w:rsid w:val="002E2157"/>
    <w:rsid w:val="002E643A"/>
    <w:rsid w:val="0032028F"/>
    <w:rsid w:val="00327DFA"/>
    <w:rsid w:val="003304DD"/>
    <w:rsid w:val="00337C81"/>
    <w:rsid w:val="00390AD6"/>
    <w:rsid w:val="003922BA"/>
    <w:rsid w:val="003A687C"/>
    <w:rsid w:val="003D05BF"/>
    <w:rsid w:val="003D2040"/>
    <w:rsid w:val="00402D02"/>
    <w:rsid w:val="004259A0"/>
    <w:rsid w:val="00434064"/>
    <w:rsid w:val="004425ED"/>
    <w:rsid w:val="004916A1"/>
    <w:rsid w:val="005D6CBC"/>
    <w:rsid w:val="006445B7"/>
    <w:rsid w:val="006505CD"/>
    <w:rsid w:val="00664EEE"/>
    <w:rsid w:val="006829E2"/>
    <w:rsid w:val="006E7D39"/>
    <w:rsid w:val="00820928"/>
    <w:rsid w:val="00824C9B"/>
    <w:rsid w:val="0082587A"/>
    <w:rsid w:val="00871B3E"/>
    <w:rsid w:val="008A79CE"/>
    <w:rsid w:val="008D2334"/>
    <w:rsid w:val="00905B43"/>
    <w:rsid w:val="00922B30"/>
    <w:rsid w:val="0093288D"/>
    <w:rsid w:val="00994DAC"/>
    <w:rsid w:val="009B37C6"/>
    <w:rsid w:val="009C500A"/>
    <w:rsid w:val="00A376E1"/>
    <w:rsid w:val="00A54FF5"/>
    <w:rsid w:val="00A57A9A"/>
    <w:rsid w:val="00A9186D"/>
    <w:rsid w:val="00AA73A8"/>
    <w:rsid w:val="00AC1D90"/>
    <w:rsid w:val="00AC5675"/>
    <w:rsid w:val="00AE412B"/>
    <w:rsid w:val="00AE5108"/>
    <w:rsid w:val="00B34D4E"/>
    <w:rsid w:val="00B4410E"/>
    <w:rsid w:val="00B73A62"/>
    <w:rsid w:val="00BD3D7A"/>
    <w:rsid w:val="00BD56AA"/>
    <w:rsid w:val="00C3558D"/>
    <w:rsid w:val="00CA1265"/>
    <w:rsid w:val="00CA33F1"/>
    <w:rsid w:val="00CA4956"/>
    <w:rsid w:val="00CD1748"/>
    <w:rsid w:val="00CF2C1D"/>
    <w:rsid w:val="00CF5E6B"/>
    <w:rsid w:val="00D13D24"/>
    <w:rsid w:val="00D21528"/>
    <w:rsid w:val="00DB526C"/>
    <w:rsid w:val="00DE0B44"/>
    <w:rsid w:val="00E3011A"/>
    <w:rsid w:val="00E71BAD"/>
    <w:rsid w:val="00E819D0"/>
    <w:rsid w:val="00E87073"/>
    <w:rsid w:val="00EA2441"/>
    <w:rsid w:val="00EA4890"/>
    <w:rsid w:val="00F30ACC"/>
    <w:rsid w:val="00F5728B"/>
    <w:rsid w:val="00F97499"/>
    <w:rsid w:val="00FA0A2C"/>
    <w:rsid w:val="00FE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A1CAC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2</cp:revision>
  <cp:lastPrinted>2016-06-13T16:30:00Z</cp:lastPrinted>
  <dcterms:created xsi:type="dcterms:W3CDTF">2016-07-28T17:11:00Z</dcterms:created>
  <dcterms:modified xsi:type="dcterms:W3CDTF">2016-07-28T17:11:00Z</dcterms:modified>
</cp:coreProperties>
</file>